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394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352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3E31C8" w14:textId="5BED034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34B">
        <w:rPr>
          <w:rFonts w:ascii="Corbel" w:hAnsi="Corbel"/>
          <w:i/>
          <w:smallCaps/>
          <w:sz w:val="24"/>
          <w:szCs w:val="24"/>
        </w:rPr>
        <w:t xml:space="preserve"> 20</w:t>
      </w:r>
      <w:r w:rsidR="00AA71C5">
        <w:rPr>
          <w:rFonts w:ascii="Corbel" w:hAnsi="Corbel"/>
          <w:i/>
          <w:smallCaps/>
          <w:sz w:val="24"/>
          <w:szCs w:val="24"/>
        </w:rPr>
        <w:t>19</w:t>
      </w:r>
      <w:r w:rsidR="00F9034B">
        <w:rPr>
          <w:rFonts w:ascii="Corbel" w:hAnsi="Corbel"/>
          <w:i/>
          <w:smallCaps/>
          <w:sz w:val="24"/>
          <w:szCs w:val="24"/>
        </w:rPr>
        <w:t xml:space="preserve"> - 202</w:t>
      </w:r>
      <w:r w:rsidR="00AA71C5">
        <w:rPr>
          <w:rFonts w:ascii="Corbel" w:hAnsi="Corbel"/>
          <w:i/>
          <w:smallCaps/>
          <w:sz w:val="24"/>
          <w:szCs w:val="24"/>
        </w:rPr>
        <w:t>1</w:t>
      </w:r>
    </w:p>
    <w:p w14:paraId="1D08AE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10C23BD" w14:textId="2B4D542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642B3">
        <w:rPr>
          <w:rFonts w:ascii="Corbel" w:hAnsi="Corbel"/>
          <w:sz w:val="20"/>
          <w:szCs w:val="20"/>
        </w:rPr>
        <w:t>202</w:t>
      </w:r>
      <w:r w:rsidR="00AA71C5">
        <w:rPr>
          <w:rFonts w:ascii="Corbel" w:hAnsi="Corbel"/>
          <w:sz w:val="20"/>
          <w:szCs w:val="20"/>
        </w:rPr>
        <w:t>0</w:t>
      </w:r>
      <w:r w:rsidR="00C642B3">
        <w:rPr>
          <w:rFonts w:ascii="Corbel" w:hAnsi="Corbel"/>
          <w:sz w:val="20"/>
          <w:szCs w:val="20"/>
        </w:rPr>
        <w:t>/202</w:t>
      </w:r>
      <w:r w:rsidR="00AA71C5">
        <w:rPr>
          <w:rFonts w:ascii="Corbel" w:hAnsi="Corbel"/>
          <w:sz w:val="20"/>
          <w:szCs w:val="20"/>
        </w:rPr>
        <w:t>1</w:t>
      </w:r>
    </w:p>
    <w:p w14:paraId="79C3F30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4E7C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034B" w:rsidRPr="009C54AE" w14:paraId="5AB999D2" w14:textId="77777777" w:rsidTr="00C642B3">
        <w:tc>
          <w:tcPr>
            <w:tcW w:w="2694" w:type="dxa"/>
            <w:vAlign w:val="center"/>
          </w:tcPr>
          <w:p w14:paraId="770D0B8E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813ACD" w14:textId="77777777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Adaptacja społeczna osób starszych i niepełnosprawnych  w DPS</w:t>
            </w:r>
          </w:p>
        </w:tc>
      </w:tr>
      <w:tr w:rsidR="00F9034B" w:rsidRPr="009C54AE" w14:paraId="046014C8" w14:textId="77777777" w:rsidTr="00C642B3">
        <w:tc>
          <w:tcPr>
            <w:tcW w:w="2694" w:type="dxa"/>
            <w:vAlign w:val="center"/>
          </w:tcPr>
          <w:p w14:paraId="1D4EF4D8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3B6FE" w14:textId="77777777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P2S[4]F_04</w:t>
            </w:r>
          </w:p>
        </w:tc>
      </w:tr>
      <w:tr w:rsidR="00F9034B" w:rsidRPr="009C54AE" w14:paraId="2BABFE96" w14:textId="77777777" w:rsidTr="00C642B3">
        <w:tc>
          <w:tcPr>
            <w:tcW w:w="2694" w:type="dxa"/>
            <w:vAlign w:val="center"/>
          </w:tcPr>
          <w:p w14:paraId="7509DC59" w14:textId="77777777" w:rsidR="00F9034B" w:rsidRPr="009C54AE" w:rsidRDefault="00F9034B" w:rsidP="00F903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573C2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3A27DD97" w14:textId="77777777" w:rsidTr="00C642B3">
        <w:tc>
          <w:tcPr>
            <w:tcW w:w="2694" w:type="dxa"/>
            <w:vAlign w:val="center"/>
          </w:tcPr>
          <w:p w14:paraId="0052867B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DC2D2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10E56A80" w14:textId="77777777" w:rsidTr="00C642B3">
        <w:tc>
          <w:tcPr>
            <w:tcW w:w="2694" w:type="dxa"/>
            <w:vAlign w:val="center"/>
          </w:tcPr>
          <w:p w14:paraId="266CAFEA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A5777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F9034B" w:rsidRPr="009C54AE" w14:paraId="5B4AD97E" w14:textId="77777777" w:rsidTr="00C642B3">
        <w:tc>
          <w:tcPr>
            <w:tcW w:w="2694" w:type="dxa"/>
            <w:vAlign w:val="center"/>
          </w:tcPr>
          <w:p w14:paraId="4C33688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E979A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F9034B" w:rsidRPr="009C54AE" w14:paraId="3131E086" w14:textId="77777777" w:rsidTr="00C642B3">
        <w:tc>
          <w:tcPr>
            <w:tcW w:w="2694" w:type="dxa"/>
            <w:vAlign w:val="center"/>
          </w:tcPr>
          <w:p w14:paraId="61869C00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B950E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9034B" w:rsidRPr="009C54AE" w14:paraId="1D90DC22" w14:textId="77777777" w:rsidTr="00C642B3">
        <w:tc>
          <w:tcPr>
            <w:tcW w:w="2694" w:type="dxa"/>
            <w:vAlign w:val="center"/>
          </w:tcPr>
          <w:p w14:paraId="617F557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F69F5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B5729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F9034B" w:rsidRPr="009C54AE" w14:paraId="6AFA7436" w14:textId="77777777" w:rsidTr="00C642B3">
        <w:tc>
          <w:tcPr>
            <w:tcW w:w="2694" w:type="dxa"/>
            <w:vAlign w:val="center"/>
          </w:tcPr>
          <w:p w14:paraId="5959CF3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6EE956" w14:textId="6E50EE0F" w:rsidR="00F9034B" w:rsidRPr="00A206AF" w:rsidRDefault="00D82B8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F9034B" w:rsidRPr="009C54AE" w14:paraId="7B245F14" w14:textId="77777777" w:rsidTr="00C642B3">
        <w:tc>
          <w:tcPr>
            <w:tcW w:w="2694" w:type="dxa"/>
            <w:vAlign w:val="center"/>
          </w:tcPr>
          <w:p w14:paraId="25493201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029E8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F9034B" w:rsidRPr="009C54AE" w14:paraId="1881318C" w14:textId="77777777" w:rsidTr="00C642B3">
        <w:tc>
          <w:tcPr>
            <w:tcW w:w="2694" w:type="dxa"/>
            <w:vAlign w:val="center"/>
          </w:tcPr>
          <w:p w14:paraId="3D606C2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6DE1" w14:textId="77777777" w:rsidR="00F9034B" w:rsidRPr="00A206AF" w:rsidRDefault="008B654B" w:rsidP="00F903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F9034B" w:rsidRPr="00A206A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2B3" w:rsidRPr="009C54AE" w14:paraId="74ABD358" w14:textId="77777777" w:rsidTr="00C642B3">
        <w:tc>
          <w:tcPr>
            <w:tcW w:w="2694" w:type="dxa"/>
            <w:vAlign w:val="center"/>
          </w:tcPr>
          <w:p w14:paraId="2F569569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AEB6E9" w14:textId="77777777" w:rsidR="00C642B3" w:rsidRPr="009C54AE" w:rsidRDefault="00F9034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8763F23" w14:textId="77777777" w:rsidTr="00C642B3">
        <w:tc>
          <w:tcPr>
            <w:tcW w:w="2694" w:type="dxa"/>
            <w:vAlign w:val="center"/>
          </w:tcPr>
          <w:p w14:paraId="7ED7DAD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35E52" w14:textId="77777777" w:rsidR="00C642B3" w:rsidRPr="009C54AE" w:rsidRDefault="00F9034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7B610943" w14:textId="77777777" w:rsidR="00923D7D" w:rsidRPr="009C54AE" w:rsidRDefault="0085747A" w:rsidP="00F903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AD50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997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925177" w14:textId="77777777" w:rsidTr="00F903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A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B82E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43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8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6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3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C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23B736" w14:textId="77777777" w:rsidTr="00F903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E2B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2C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5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DB4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E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A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A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1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B6CE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pkt.</w:t>
            </w:r>
          </w:p>
        </w:tc>
      </w:tr>
    </w:tbl>
    <w:p w14:paraId="2F3832D6" w14:textId="77777777" w:rsidR="00923D7D" w:rsidRPr="009C54AE" w:rsidRDefault="00923D7D" w:rsidP="00F903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0319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FB16D3" w14:textId="77777777" w:rsidR="0085747A" w:rsidRPr="009C54AE" w:rsidRDefault="00F90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eastAsia="MS Gothic" w:hAnsi="Corbel" w:cs="MS Gothic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A74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1F6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197C84" w14:textId="77777777" w:rsidR="009C54AE" w:rsidRPr="00D82B82" w:rsidRDefault="00F9034B" w:rsidP="00D82B82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D82B82">
        <w:rPr>
          <w:rFonts w:ascii="Corbel" w:hAnsi="Corbel"/>
          <w:b w:val="0"/>
          <w:smallCaps w:val="0"/>
          <w:szCs w:val="24"/>
        </w:rPr>
        <w:t>zaliczenie z oceną</w:t>
      </w:r>
    </w:p>
    <w:p w14:paraId="6ECAB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4F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259A88" w14:textId="77777777" w:rsidTr="00745302">
        <w:tc>
          <w:tcPr>
            <w:tcW w:w="9670" w:type="dxa"/>
          </w:tcPr>
          <w:p w14:paraId="068AD70C" w14:textId="77777777" w:rsidR="003570E7" w:rsidRPr="003570E7" w:rsidRDefault="003570E7" w:rsidP="003570E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działania w obszarze wspierania osób        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14:paraId="1768A76D" w14:textId="77777777" w:rsidR="003570E7" w:rsidRPr="003570E7" w:rsidRDefault="003570E7" w:rsidP="003570E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EBBFB0" w14:textId="77777777" w:rsidR="003570E7" w:rsidRPr="00F26DB1" w:rsidRDefault="003570E7" w:rsidP="009C54AE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lastRenderedPageBreak/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14:paraId="54A613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54276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7874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69965" w14:textId="77777777" w:rsidR="0085747A" w:rsidRDefault="0071620A" w:rsidP="00F5483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07798E" w14:textId="77777777" w:rsidR="00F54831" w:rsidRPr="00F54831" w:rsidRDefault="00F54831" w:rsidP="00F5483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="00F54831" w:rsidRPr="00F54831" w14:paraId="2EB9125F" w14:textId="77777777" w:rsidTr="00B9263E">
        <w:tc>
          <w:tcPr>
            <w:tcW w:w="851" w:type="dxa"/>
            <w:vAlign w:val="center"/>
          </w:tcPr>
          <w:p w14:paraId="1CCF097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14:paraId="4DAADBA4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specyficznych umiejętności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niezbędnych w 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pracy z osobą w podeszłym wieku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czy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0691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osobą niepełnosprawną.</w:t>
            </w:r>
          </w:p>
        </w:tc>
      </w:tr>
      <w:tr w:rsidR="00F54831" w:rsidRPr="00F54831" w14:paraId="1B868D1A" w14:textId="77777777" w:rsidTr="00B9263E">
        <w:tc>
          <w:tcPr>
            <w:tcW w:w="851" w:type="dxa"/>
            <w:vAlign w:val="center"/>
          </w:tcPr>
          <w:p w14:paraId="0D02A0A7" w14:textId="77777777" w:rsidR="00F54831" w:rsidRPr="00F54831" w:rsidRDefault="00F54831" w:rsidP="00F5483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14:paraId="38D9EDDA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Wykształcenie umiejętności w zakresie konstruowania indywidualnego planu wsparcia mieszkańca DPS</w:t>
            </w:r>
            <w:r w:rsidR="005575D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F54831" w:rsidRPr="00F54831" w14:paraId="4F518BF3" w14:textId="77777777" w:rsidTr="00B9263E">
        <w:tc>
          <w:tcPr>
            <w:tcW w:w="851" w:type="dxa"/>
            <w:vAlign w:val="center"/>
          </w:tcPr>
          <w:p w14:paraId="13DFEE2C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534" w:type="dxa"/>
            <w:vAlign w:val="center"/>
          </w:tcPr>
          <w:p w14:paraId="10C0CBA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Uzyskanie co najmniej dobrej sprawności w zakresie dokumentowania pracy socjalnej z mieszkańcami DPS</w:t>
            </w:r>
            <w:r w:rsidR="005575D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672D1A8" w14:textId="77777777" w:rsidR="00F54831" w:rsidRPr="009C54AE" w:rsidRDefault="00F5483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1CE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B24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="0085747A" w:rsidRPr="009C54AE" w14:paraId="1B2C6458" w14:textId="77777777" w:rsidTr="00B9263E">
        <w:tc>
          <w:tcPr>
            <w:tcW w:w="1652" w:type="dxa"/>
            <w:vAlign w:val="center"/>
          </w:tcPr>
          <w:p w14:paraId="58694299" w14:textId="77777777" w:rsidR="0085747A" w:rsidRPr="00314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4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4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4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2CC1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14:paraId="250DBD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3EC42" w14:textId="77777777" w:rsidTr="00B9263E">
        <w:tc>
          <w:tcPr>
            <w:tcW w:w="1652" w:type="dxa"/>
          </w:tcPr>
          <w:p w14:paraId="11125352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1331FB" w14:textId="77777777" w:rsidR="0085747A" w:rsidRPr="00D82B82" w:rsidRDefault="00EC7D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zasad funkcjonowania mieszkańc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14:paraId="06711EB6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D522F26" w14:textId="77777777" w:rsidTr="00B9263E">
        <w:tc>
          <w:tcPr>
            <w:tcW w:w="1652" w:type="dxa"/>
          </w:tcPr>
          <w:p w14:paraId="5D7B6608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063ABD" w14:textId="77777777" w:rsidR="0085747A" w:rsidRPr="00D82B82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podejmowania działań skierowanych na rozwiązywanie problemów z zakresu pracy socjalnej z zastosowaniem programów i projektów społecznych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14:paraId="24084BD7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9C54AE" w14:paraId="516DE196" w14:textId="77777777" w:rsidTr="00B9263E">
        <w:tc>
          <w:tcPr>
            <w:tcW w:w="1652" w:type="dxa"/>
          </w:tcPr>
          <w:p w14:paraId="04E7BFEA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9BA3844" w14:textId="77777777" w:rsidR="0085747A" w:rsidRPr="00D82B82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080D74C1" w14:textId="77777777" w:rsidR="0096661F" w:rsidRPr="00D82B82" w:rsidRDefault="009666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szczególnie  ukierunkowane  na tworzenie dobrych praktyk w zakresie adaptacji, wspierania i aktywizacji mieszkańców DPS, łącząc w tym celu zasoby DPS, aby móc osiągać cele tej instytucji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ograniczać 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="00BB2E68" w:rsidRPr="00D82B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14:paraId="0744C0BF" w14:textId="77777777" w:rsidR="00723FC1" w:rsidRPr="00D82B82" w:rsidRDefault="00723F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14:paraId="73A30E70" w14:textId="77777777" w:rsidR="0085747A" w:rsidRPr="009C54AE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D26339" w:rsidRPr="009C54AE" w14:paraId="70255C10" w14:textId="77777777" w:rsidTr="00B9263E">
        <w:tc>
          <w:tcPr>
            <w:tcW w:w="1652" w:type="dxa"/>
          </w:tcPr>
          <w:p w14:paraId="7F741DEA" w14:textId="77777777" w:rsidR="00D26339" w:rsidRPr="0031403C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4ACA5D3" w14:textId="77777777" w:rsidR="00D26339" w:rsidRPr="00D82B82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14:paraId="0E626766" w14:textId="77777777" w:rsidR="00D26339" w:rsidRPr="00D26339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26339" w:rsidRPr="009C54AE" w14:paraId="28AB3F2A" w14:textId="77777777" w:rsidTr="00B9263E">
        <w:tc>
          <w:tcPr>
            <w:tcW w:w="1652" w:type="dxa"/>
          </w:tcPr>
          <w:p w14:paraId="6449D1DD" w14:textId="77777777" w:rsidR="00D26339" w:rsidRPr="0031403C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04F574" w14:textId="77777777" w:rsidR="00D26339" w:rsidRPr="00D82B82" w:rsidRDefault="005575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14:paraId="7C49721A" w14:textId="77777777" w:rsidR="00D26339" w:rsidRPr="00D26339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CA30181" w14:textId="77777777" w:rsidR="005575DE" w:rsidRPr="009C54AE" w:rsidRDefault="005575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D8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42F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0F5A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113D063" w14:textId="77777777" w:rsidTr="00B9263E">
        <w:tc>
          <w:tcPr>
            <w:tcW w:w="9491" w:type="dxa"/>
          </w:tcPr>
          <w:p w14:paraId="6A05F1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EC1D3A" w14:textId="77777777" w:rsidTr="00B9263E">
        <w:tc>
          <w:tcPr>
            <w:tcW w:w="9491" w:type="dxa"/>
          </w:tcPr>
          <w:p w14:paraId="702E1518" w14:textId="77777777" w:rsidR="0085747A" w:rsidRPr="009C54AE" w:rsidRDefault="00F54831" w:rsidP="00F5483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272A01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78322" w14:textId="77777777" w:rsidR="0085747A" w:rsidRPr="001F4836" w:rsidRDefault="0085747A" w:rsidP="001F48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23439546" w14:textId="77777777" w:rsidTr="00B9263E">
        <w:tc>
          <w:tcPr>
            <w:tcW w:w="9491" w:type="dxa"/>
          </w:tcPr>
          <w:p w14:paraId="16BE72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96B2D" w:rsidRPr="009C54AE" w14:paraId="250934BB" w14:textId="77777777" w:rsidTr="00B9263E">
        <w:tc>
          <w:tcPr>
            <w:tcW w:w="9491" w:type="dxa"/>
          </w:tcPr>
          <w:p w14:paraId="72C25A25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- wprowadzenie do problematyki przedmiotu oraz przedstawienie treści programowych i warunków zaliczenia.</w:t>
            </w:r>
          </w:p>
        </w:tc>
      </w:tr>
      <w:tr w:rsidR="00996B2D" w:rsidRPr="009C54AE" w14:paraId="30F88B70" w14:textId="77777777" w:rsidTr="00B9263E">
        <w:tc>
          <w:tcPr>
            <w:tcW w:w="9491" w:type="dxa"/>
          </w:tcPr>
          <w:p w14:paraId="6D38A400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socjalnego wynikające z jego roli 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="00996B2D" w:rsidRPr="009C54AE" w14:paraId="7F0EA83B" w14:textId="77777777" w:rsidTr="00B9263E">
        <w:tc>
          <w:tcPr>
            <w:tcW w:w="9491" w:type="dxa"/>
          </w:tcPr>
          <w:p w14:paraId="4A0A0FD8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</w:tc>
      </w:tr>
      <w:tr w:rsidR="00996B2D" w:rsidRPr="009C54AE" w14:paraId="1E7C6B76" w14:textId="77777777" w:rsidTr="00B9263E">
        <w:tc>
          <w:tcPr>
            <w:tcW w:w="9491" w:type="dxa"/>
          </w:tcPr>
          <w:p w14:paraId="7058ECAC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Opracowanie i realizacja indywidualnego planu </w:t>
            </w:r>
            <w:r>
              <w:rPr>
                <w:rFonts w:ascii="Corbel" w:hAnsi="Corbel"/>
                <w:sz w:val="24"/>
                <w:szCs w:val="24"/>
              </w:rPr>
              <w:t>wsparcia mieszkańca DPS</w:t>
            </w:r>
            <w:r w:rsidR="003A38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1A21BED4" w14:textId="77777777" w:rsidTr="00B9263E">
        <w:tc>
          <w:tcPr>
            <w:tcW w:w="9491" w:type="dxa"/>
          </w:tcPr>
          <w:p w14:paraId="263353C7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47175433" w14:textId="77777777" w:rsidTr="00B9263E">
        <w:tc>
          <w:tcPr>
            <w:tcW w:w="9491" w:type="dxa"/>
          </w:tcPr>
          <w:p w14:paraId="1BA29413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="00996B2D" w:rsidRPr="009C54AE" w14:paraId="32E05E75" w14:textId="77777777" w:rsidTr="00B9263E">
        <w:tc>
          <w:tcPr>
            <w:tcW w:w="9491" w:type="dxa"/>
          </w:tcPr>
          <w:p w14:paraId="65060450" w14:textId="77777777" w:rsidR="00996B2D" w:rsidRPr="00A206AF" w:rsidRDefault="00996B2D" w:rsidP="00996B2D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w nowym środowisku 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996B2D" w:rsidRPr="009C54AE" w14:paraId="325EDCB6" w14:textId="77777777" w:rsidTr="00B9263E">
        <w:tc>
          <w:tcPr>
            <w:tcW w:w="9491" w:type="dxa"/>
          </w:tcPr>
          <w:p w14:paraId="64948FD5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Prowadzenie dokumentacji dotyczącej 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, sporządzanie pism administracyjnych.</w:t>
            </w:r>
          </w:p>
        </w:tc>
      </w:tr>
      <w:tr w:rsidR="00996B2D" w:rsidRPr="009C54AE" w14:paraId="21EFF999" w14:textId="77777777" w:rsidTr="00B9263E">
        <w:tc>
          <w:tcPr>
            <w:tcW w:w="9491" w:type="dxa"/>
          </w:tcPr>
          <w:p w14:paraId="7C45EF08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Standardy zawodowe wpływające na efektywność pracy osób </w:t>
            </w:r>
            <w:r>
              <w:rPr>
                <w:rFonts w:ascii="Corbel" w:hAnsi="Corbel"/>
                <w:sz w:val="24"/>
                <w:szCs w:val="24"/>
              </w:rPr>
              <w:t>zatrudnionych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domu pomocy społecznej.</w:t>
            </w:r>
          </w:p>
        </w:tc>
      </w:tr>
      <w:tr w:rsidR="00996B2D" w:rsidRPr="009C54AE" w14:paraId="5AC0F11E" w14:textId="77777777" w:rsidTr="00B9263E">
        <w:tc>
          <w:tcPr>
            <w:tcW w:w="9491" w:type="dxa"/>
          </w:tcPr>
          <w:p w14:paraId="0E472772" w14:textId="77777777" w:rsidR="00996B2D" w:rsidRPr="00A206AF" w:rsidRDefault="0027216E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zajęć, wnioski i zaliczenie.</w:t>
            </w:r>
          </w:p>
        </w:tc>
      </w:tr>
    </w:tbl>
    <w:p w14:paraId="36EEE849" w14:textId="77777777" w:rsidR="00B72E7D" w:rsidRPr="009C54AE" w:rsidRDefault="00B72E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210F0" w14:textId="77777777" w:rsidR="0085747A" w:rsidRPr="009C54AE" w:rsidRDefault="009F4610" w:rsidP="003D2E3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60878E" w14:textId="77777777" w:rsid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749838B" w14:textId="77777777" w:rsidR="003D2E30" w:rsidRP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D2E30">
        <w:rPr>
          <w:rFonts w:ascii="Corbel" w:hAnsi="Corbel"/>
          <w:sz w:val="24"/>
          <w:szCs w:val="24"/>
        </w:rPr>
        <w:t>projekt  praktyczny</w:t>
      </w:r>
      <w:r w:rsidR="0031403C">
        <w:rPr>
          <w:rFonts w:ascii="Corbel" w:hAnsi="Corbel"/>
          <w:sz w:val="24"/>
          <w:szCs w:val="24"/>
        </w:rPr>
        <w:t xml:space="preserve"> - </w:t>
      </w:r>
      <w:r w:rsidR="0031403C" w:rsidRPr="0031403C">
        <w:rPr>
          <w:rFonts w:ascii="Corbel" w:hAnsi="Corbel"/>
          <w:sz w:val="24"/>
          <w:szCs w:val="24"/>
        </w:rPr>
        <w:t>opracowanie indywidualnego planu wsparcia mieszkańca DPS</w:t>
      </w:r>
      <w:r w:rsidRPr="003D2E30">
        <w:rPr>
          <w:rFonts w:ascii="Corbel" w:hAnsi="Corbel"/>
          <w:sz w:val="24"/>
          <w:szCs w:val="24"/>
        </w:rPr>
        <w:t xml:space="preserve">, praca w grupach , dyskusja problemowa nad indywidualnym przypadkiem </w:t>
      </w:r>
      <w:r w:rsidR="0031403C">
        <w:rPr>
          <w:rFonts w:ascii="Corbel" w:hAnsi="Corbel"/>
          <w:sz w:val="24"/>
          <w:szCs w:val="24"/>
        </w:rPr>
        <w:t>;</w:t>
      </w:r>
    </w:p>
    <w:p w14:paraId="6A485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38CF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0350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2C3D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42A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70390E2" w14:textId="77777777" w:rsidTr="002946B3">
        <w:tc>
          <w:tcPr>
            <w:tcW w:w="1962" w:type="dxa"/>
            <w:vAlign w:val="center"/>
          </w:tcPr>
          <w:p w14:paraId="3D489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24232BD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674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14:paraId="33BAB4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3E7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0D2B" w:rsidRPr="009C54AE" w14:paraId="52108C86" w14:textId="77777777" w:rsidTr="002946B3">
        <w:tc>
          <w:tcPr>
            <w:tcW w:w="1962" w:type="dxa"/>
          </w:tcPr>
          <w:p w14:paraId="3EDA0864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14:paraId="4D80B972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5E573170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1E2440CB" w14:textId="77777777" w:rsidTr="002946B3">
        <w:tc>
          <w:tcPr>
            <w:tcW w:w="1962" w:type="dxa"/>
          </w:tcPr>
          <w:p w14:paraId="5FEBCDAA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743DDC8E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04431FB6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627CEB53" w14:textId="77777777" w:rsidTr="002946B3">
        <w:tc>
          <w:tcPr>
            <w:tcW w:w="1962" w:type="dxa"/>
          </w:tcPr>
          <w:p w14:paraId="6FD65DA5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0DD38219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0632B601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0B8B6759" w14:textId="77777777" w:rsidTr="002946B3">
        <w:tc>
          <w:tcPr>
            <w:tcW w:w="1962" w:type="dxa"/>
          </w:tcPr>
          <w:p w14:paraId="6D5CBA5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1966CBF2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17AAB917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2EB1A837" w14:textId="77777777" w:rsidTr="002946B3">
        <w:tc>
          <w:tcPr>
            <w:tcW w:w="1962" w:type="dxa"/>
          </w:tcPr>
          <w:p w14:paraId="7E087973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262832DB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6F33BB9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</w:tbl>
    <w:p w14:paraId="708F1D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410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CFD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FF4F" w14:textId="77777777" w:rsidTr="00923D7D">
        <w:tc>
          <w:tcPr>
            <w:tcW w:w="9670" w:type="dxa"/>
          </w:tcPr>
          <w:p w14:paraId="0F97E4C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Na ocenę z zaliczenia </w:t>
            </w:r>
            <w:r>
              <w:rPr>
                <w:rFonts w:ascii="Corbel" w:hAnsi="Corbel"/>
                <w:sz w:val="24"/>
                <w:szCs w:val="24"/>
              </w:rPr>
              <w:t xml:space="preserve">końcowego </w:t>
            </w:r>
            <w:r w:rsidRPr="00F26DB1">
              <w:rPr>
                <w:rFonts w:ascii="Corbel" w:hAnsi="Corbel"/>
                <w:sz w:val="24"/>
                <w:szCs w:val="24"/>
              </w:rPr>
              <w:t>składa się:</w:t>
            </w:r>
          </w:p>
          <w:p w14:paraId="51300C98" w14:textId="77777777" w:rsidR="00F26DB1" w:rsidRDefault="00F26DB1" w:rsidP="00F26D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obecność i aktywność na zajęciach – 20%</w:t>
            </w:r>
          </w:p>
          <w:p w14:paraId="3B5FF172" w14:textId="77777777" w:rsidR="00F26DB1" w:rsidRPr="00A9042E" w:rsidRDefault="00F26DB1" w:rsidP="00F26D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opracowanie indywidualnego planu wsparcia mieszkańca  DPS – 80%</w:t>
            </w:r>
          </w:p>
          <w:p w14:paraId="6ABE6E2A" w14:textId="77777777" w:rsidR="00A9042E" w:rsidRDefault="00A9042E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14:paraId="2695339A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26DB1">
              <w:rPr>
                <w:rFonts w:ascii="Corbel" w:hAnsi="Corbel"/>
                <w:sz w:val="24"/>
                <w:szCs w:val="24"/>
              </w:rPr>
              <w:t>Kryteria oceniania:</w:t>
            </w:r>
          </w:p>
          <w:p w14:paraId="44E95577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5.0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90%-100%</w:t>
            </w:r>
          </w:p>
          <w:p w14:paraId="46808AC0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80%-89%</w:t>
            </w:r>
          </w:p>
          <w:p w14:paraId="4C57BD6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70%-79%</w:t>
            </w:r>
          </w:p>
          <w:p w14:paraId="5D0996C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60%-69%</w:t>
            </w:r>
          </w:p>
          <w:p w14:paraId="53E9DD8E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50%-59%</w:t>
            </w:r>
          </w:p>
          <w:p w14:paraId="4DE57032" w14:textId="77777777" w:rsidR="0085747A" w:rsidRPr="00F26DB1" w:rsidRDefault="00F26DB1" w:rsidP="00F26DB1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2.0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49</w:t>
            </w:r>
            <w:r w:rsidRPr="00F26DB1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i mniej</w:t>
            </w:r>
          </w:p>
        </w:tc>
      </w:tr>
    </w:tbl>
    <w:p w14:paraId="12086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897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F89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123D2A" w14:textId="77777777" w:rsidTr="00953B6A">
        <w:tc>
          <w:tcPr>
            <w:tcW w:w="4902" w:type="dxa"/>
            <w:vAlign w:val="center"/>
          </w:tcPr>
          <w:p w14:paraId="1B4C7B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2A69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53B6A" w:rsidRPr="009C54AE" w14:paraId="100A87DE" w14:textId="77777777" w:rsidTr="00953B6A">
        <w:tc>
          <w:tcPr>
            <w:tcW w:w="4902" w:type="dxa"/>
          </w:tcPr>
          <w:p w14:paraId="14C14F39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0904D0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53B6A" w:rsidRPr="009C54AE" w14:paraId="7761FABE" w14:textId="77777777" w:rsidTr="00953B6A">
        <w:tc>
          <w:tcPr>
            <w:tcW w:w="4902" w:type="dxa"/>
          </w:tcPr>
          <w:p w14:paraId="7F0AFD20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DBEA4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5A789E6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53B6A" w:rsidRPr="009C54AE" w14:paraId="3CD8D8A0" w14:textId="77777777" w:rsidTr="00953B6A">
        <w:tc>
          <w:tcPr>
            <w:tcW w:w="4902" w:type="dxa"/>
          </w:tcPr>
          <w:p w14:paraId="04DD4217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14:paraId="373D1198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953B6A" w:rsidRPr="009C54AE" w14:paraId="42CA267C" w14:textId="77777777" w:rsidTr="00953B6A">
        <w:tc>
          <w:tcPr>
            <w:tcW w:w="4902" w:type="dxa"/>
          </w:tcPr>
          <w:p w14:paraId="65FB34E2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28BC3B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53B6A" w:rsidRPr="009C54AE" w14:paraId="7EEA9760" w14:textId="77777777" w:rsidTr="00953B6A">
        <w:tc>
          <w:tcPr>
            <w:tcW w:w="4902" w:type="dxa"/>
          </w:tcPr>
          <w:p w14:paraId="6033310C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6ED7692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E44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436C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47B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F9A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F2A36" w14:textId="77777777" w:rsidTr="0071620A">
        <w:trPr>
          <w:trHeight w:val="397"/>
        </w:trPr>
        <w:tc>
          <w:tcPr>
            <w:tcW w:w="3544" w:type="dxa"/>
          </w:tcPr>
          <w:p w14:paraId="0D5A1F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A71DE" w14:textId="77777777" w:rsidR="0085747A" w:rsidRPr="009C54AE" w:rsidRDefault="00F81D9F" w:rsidP="00F81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57486998" w14:textId="77777777" w:rsidTr="0071620A">
        <w:trPr>
          <w:trHeight w:val="397"/>
        </w:trPr>
        <w:tc>
          <w:tcPr>
            <w:tcW w:w="3544" w:type="dxa"/>
          </w:tcPr>
          <w:p w14:paraId="24B34E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CEF2E1" w14:textId="77777777" w:rsidR="0085747A" w:rsidRPr="009C54AE" w:rsidRDefault="00F81D9F" w:rsidP="00F81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007CD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29252" w14:textId="77777777" w:rsidR="0085747A" w:rsidRPr="00CB0217" w:rsidRDefault="00675843" w:rsidP="00CB02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9414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81D9F" w:rsidRPr="00F81D9F" w14:paraId="3ACD90D4" w14:textId="77777777" w:rsidTr="00B9263E">
        <w:trPr>
          <w:trHeight w:val="397"/>
        </w:trPr>
        <w:tc>
          <w:tcPr>
            <w:tcW w:w="9072" w:type="dxa"/>
          </w:tcPr>
          <w:p w14:paraId="71EFD5F7" w14:textId="77777777" w:rsidR="00F81D9F" w:rsidRPr="001A214B" w:rsidRDefault="00F81D9F" w:rsidP="00F81D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5295105"/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1A214B">
              <w:rPr>
                <w:rFonts w:ascii="Corbel" w:hAnsi="Corbel"/>
                <w:sz w:val="24"/>
                <w:szCs w:val="24"/>
              </w:rPr>
              <w:t>:</w:t>
            </w:r>
          </w:p>
          <w:p w14:paraId="18F0537A" w14:textId="77777777" w:rsidR="00C37843" w:rsidRPr="00C37843" w:rsidRDefault="00F81D9F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Jaraczewska J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.M.</w:t>
            </w:r>
            <w:r w:rsidRPr="00A3331D">
              <w:rPr>
                <w:rFonts w:ascii="Corbel" w:hAnsi="Corbel"/>
                <w:sz w:val="24"/>
                <w:szCs w:val="24"/>
              </w:rPr>
              <w:t>,  Krasiejko I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. (red.)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, Dialog Motywujący w teorii praktyce. Motywowanie do zmiany w pracy socjalnej i terapii, 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Toruń 2012.</w:t>
            </w:r>
          </w:p>
          <w:p w14:paraId="56BF34C7" w14:textId="77777777" w:rsidR="00C37843" w:rsidRPr="00C37843" w:rsidRDefault="00C37843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Tarkowski Z., Jurkiewicz C., Indywidualny plan wspierania mieszkańca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omocy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>połecznej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 Wydawnictwo Fundacji „ORATOR”, Lublin</w:t>
            </w:r>
            <w:r>
              <w:rPr>
                <w:rFonts w:ascii="Corbel" w:hAnsi="Corbel"/>
                <w:sz w:val="24"/>
                <w:szCs w:val="24"/>
              </w:rPr>
              <w:t xml:space="preserve"> 2001.</w:t>
            </w:r>
          </w:p>
          <w:p w14:paraId="00589EBF" w14:textId="77777777" w:rsidR="00C37843" w:rsidRPr="00A3331D" w:rsidRDefault="00C37843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Tarkowski</w:t>
            </w:r>
            <w:r w:rsidRPr="00A333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Z., </w:t>
            </w:r>
            <w:r w:rsidRPr="00A3331D">
              <w:rPr>
                <w:rFonts w:ascii="Corbel" w:hAnsi="Corbel"/>
                <w:sz w:val="24"/>
                <w:szCs w:val="24"/>
              </w:rPr>
              <w:t>Jurkiewicz</w:t>
            </w:r>
            <w:r w:rsidRPr="00A333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C. , Skala Aktywności i strategie aktywizacji mieszkańca domu pomocy </w:t>
            </w:r>
            <w:r w:rsidRPr="00A3331D">
              <w:rPr>
                <w:rFonts w:ascii="Corbel" w:eastAsia="Times New Roman" w:hAnsi="Corbel"/>
                <w:sz w:val="24"/>
                <w:szCs w:val="24"/>
              </w:rPr>
              <w:t>s</w:t>
            </w:r>
            <w:r w:rsidRPr="00A3331D">
              <w:rPr>
                <w:rFonts w:ascii="Corbel" w:hAnsi="Corbel"/>
                <w:sz w:val="24"/>
                <w:szCs w:val="24"/>
              </w:rPr>
              <w:t>połecznej, Wydawnictwo Fundacji „ORATOR”, Lublin 1997.</w:t>
            </w:r>
          </w:p>
          <w:p w14:paraId="62CEC0CE" w14:textId="77777777" w:rsidR="00A3331D" w:rsidRPr="00A3331D" w:rsidRDefault="00F81D9F" w:rsidP="00F81D9F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Szpunar M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  <w:r w:rsidRPr="00A3331D">
              <w:rPr>
                <w:rFonts w:ascii="Corbel" w:hAnsi="Corbel"/>
                <w:sz w:val="24"/>
                <w:szCs w:val="24"/>
              </w:rPr>
              <w:t>, Nowatorska metoda pomocy społecznej w Polsce, Gdynia 2011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</w:p>
          <w:p w14:paraId="30C77A40" w14:textId="77777777" w:rsidR="00CB0217" w:rsidRPr="00CB0217" w:rsidRDefault="00A3331D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 xml:space="preserve">Zawada A., Aktywizowanie mieszkańców domów pomocy społecznej, „Praca Socjalna”, 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2007, </w:t>
            </w:r>
            <w:r w:rsidRPr="00A3331D">
              <w:rPr>
                <w:rFonts w:ascii="Corbel" w:hAnsi="Corbel"/>
                <w:sz w:val="24"/>
                <w:szCs w:val="24"/>
              </w:rPr>
              <w:t>R. 22 [nr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 1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]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31D">
              <w:rPr>
                <w:rFonts w:ascii="Corbel" w:hAnsi="Corbel"/>
                <w:sz w:val="24"/>
                <w:szCs w:val="24"/>
              </w:rPr>
              <w:t>s. 90-96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A9C230" w14:textId="77777777" w:rsidR="00CB0217" w:rsidRDefault="00CB0217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Ustawa z dnia 12 marca 2004 r. o pomocy społecznej (Dz. U. 2004 nr 64 poz. 593 </w:t>
            </w:r>
            <w:r w:rsidR="000B0428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późniejszymi zmianami) – </w:t>
            </w:r>
            <w:proofErr w:type="spellStart"/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t.j</w:t>
            </w:r>
            <w:proofErr w:type="spellEnd"/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. Dz. U. z 2019 r. poz. 1507, 1622, 1690, 1818, 2473.</w:t>
            </w:r>
          </w:p>
          <w:p w14:paraId="5E8B9C94" w14:textId="77777777" w:rsidR="00CB0217" w:rsidRPr="00CB0217" w:rsidRDefault="00CB0217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Obwieszczenie Marszałka Sejmu Rzeczypospolitej Polskiej z dnia 17 września 2020 r. </w:t>
            </w:r>
            <w:r w:rsidR="00176F4F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w sprawie ogłoszenia jednolitego tekstu ustawy o pomocy społecznej (Dz.U. 2020 poz. 1876).</w:t>
            </w:r>
          </w:p>
          <w:p w14:paraId="2D02BE65" w14:textId="77777777" w:rsidR="00CB0217" w:rsidRPr="00CB0217" w:rsidRDefault="00F81D9F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Rozporządzenie M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inistra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racy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olityki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połecznej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 dnia 23 sierpnia 2012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r.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 sprawie domów pomocy społecznej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(</w:t>
            </w:r>
            <w:r w:rsidR="00CB0217"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Dz.U. 2012 poz. 964</w:t>
            </w:r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późn</w:t>
            </w:r>
            <w:proofErr w:type="spellEnd"/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. zm. ).</w:t>
            </w:r>
          </w:p>
          <w:p w14:paraId="5D4F005B" w14:textId="77777777" w:rsidR="00F81D9F" w:rsidRPr="00A3331D" w:rsidRDefault="00CB0217" w:rsidP="00F81D9F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Obwieszczenie Ministra Rodziny, Pracy i Polityki Społecznej z dnia 23 marca 2018 r.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 sprawie ogłoszenia jednolitego tekstu rozporządzenia Ministra Pracy i Polityki Społecznej w sprawie domów pomocy społecznej</w:t>
            </w:r>
            <w:r w:rsidR="00F81D9F"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</w:t>
            </w:r>
            <w:r w:rsidR="00F81D9F" w:rsidRPr="00A3331D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="00F81D9F"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Dz.U. z 2018,  poz. 734).</w:t>
            </w:r>
          </w:p>
        </w:tc>
      </w:tr>
      <w:tr w:rsidR="00F81D9F" w:rsidRPr="00F81D9F" w14:paraId="2CDC5A81" w14:textId="77777777" w:rsidTr="00B9263E">
        <w:trPr>
          <w:trHeight w:val="397"/>
        </w:trPr>
        <w:tc>
          <w:tcPr>
            <w:tcW w:w="9072" w:type="dxa"/>
          </w:tcPr>
          <w:p w14:paraId="7B39F2D3" w14:textId="77777777" w:rsidR="00F81D9F" w:rsidRDefault="00F81D9F" w:rsidP="00F81D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1A214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7925725F" w14:textId="77777777" w:rsidR="00D31F03" w:rsidRDefault="00D31F03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Jachowicz A., </w:t>
            </w:r>
            <w:r w:rsidRPr="00D31F03">
              <w:rPr>
                <w:rFonts w:ascii="Corbel" w:hAnsi="Corbel"/>
                <w:sz w:val="24"/>
                <w:szCs w:val="24"/>
              </w:rPr>
              <w:t>Domy pomocy społecznej - konieczność czy może luksus?: sytuacja DPS w świetle zmian ustawy o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D31F03">
              <w:rPr>
                <w:rFonts w:ascii="Corbel" w:hAnsi="Corbel"/>
                <w:sz w:val="24"/>
                <w:szCs w:val="24"/>
              </w:rPr>
              <w:t>Polityka Społeczna</w:t>
            </w:r>
            <w:r>
              <w:rPr>
                <w:rFonts w:ascii="Corbel" w:hAnsi="Corbel"/>
                <w:sz w:val="24"/>
                <w:szCs w:val="24"/>
              </w:rPr>
              <w:t>”,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R. 31[33]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nr 5/6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s. 16-20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CA1B21B" w14:textId="77777777" w:rsidR="00A3331D" w:rsidRDefault="00B9263E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31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A3331D">
              <w:rPr>
                <w:rFonts w:ascii="Corbel" w:hAnsi="Corbel"/>
                <w:sz w:val="24"/>
                <w:szCs w:val="24"/>
              </w:rPr>
              <w:t xml:space="preserve"> L., Terapia zajęciowa w domach pomocy społecznej: przewodnik metodyczny, Warszawa 1995.</w:t>
            </w:r>
          </w:p>
          <w:p w14:paraId="523A7892" w14:textId="77777777" w:rsidR="000C1A69" w:rsidRDefault="000C1A69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C1A69">
              <w:rPr>
                <w:rFonts w:ascii="Corbel" w:hAnsi="Corbel"/>
                <w:sz w:val="24"/>
                <w:szCs w:val="24"/>
              </w:rPr>
              <w:t>Mielczarek</w:t>
            </w:r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Adaptacja człowieka starszego do życia w domu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0C1A69">
              <w:rPr>
                <w:rFonts w:ascii="Corbel" w:hAnsi="Corbel"/>
                <w:sz w:val="24"/>
                <w:szCs w:val="24"/>
              </w:rPr>
              <w:t>Roczniki Naukowe Caritas</w:t>
            </w:r>
            <w:r>
              <w:rPr>
                <w:rFonts w:ascii="Corbel" w:hAnsi="Corbel"/>
                <w:sz w:val="24"/>
                <w:szCs w:val="24"/>
              </w:rPr>
              <w:t xml:space="preserve">”, 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0C1A69">
              <w:rPr>
                <w:rFonts w:ascii="Corbel" w:hAnsi="Corbel"/>
                <w:sz w:val="24"/>
                <w:szCs w:val="24"/>
              </w:rPr>
              <w:t>R. 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C1A69">
              <w:rPr>
                <w:rFonts w:ascii="Corbel" w:hAnsi="Corbel"/>
                <w:sz w:val="24"/>
                <w:szCs w:val="24"/>
              </w:rPr>
              <w:t>s. 75-89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304CD0" w14:textId="77777777" w:rsidR="000D26AC" w:rsidRDefault="000D26AC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D26AC">
              <w:rPr>
                <w:rFonts w:ascii="Corbel" w:hAnsi="Corbel"/>
                <w:sz w:val="24"/>
                <w:szCs w:val="24"/>
              </w:rPr>
              <w:t xml:space="preserve">Piekut-Brodzka </w:t>
            </w:r>
            <w:r>
              <w:rPr>
                <w:rFonts w:ascii="Corbel" w:hAnsi="Corbel"/>
                <w:sz w:val="24"/>
                <w:szCs w:val="24"/>
              </w:rPr>
              <w:t xml:space="preserve">D. M.,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Dom pomocy społecznej jako miejsce życia osób starszych, niepełnosprawnych /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0D26AC">
              <w:rPr>
                <w:rFonts w:ascii="Corbel" w:hAnsi="Corbel"/>
                <w:sz w:val="24"/>
                <w:szCs w:val="24"/>
              </w:rPr>
              <w:t>Rocznik Teologiczny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R. 46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z. 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>s. 95-102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FF7DE2" w14:textId="77777777" w:rsidR="009541E0" w:rsidRDefault="009541E0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9541E0">
              <w:rPr>
                <w:rFonts w:ascii="Corbel" w:hAnsi="Corbel"/>
                <w:sz w:val="24"/>
                <w:szCs w:val="24"/>
              </w:rPr>
              <w:t>Podgórska-Jachnik D., Wróbel A., Domy pomocy społecznej i wspólnoty życia jako alternatywne formy opieki całkowitej nad osobami upośledzonymi umysłowo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9541E0">
              <w:rPr>
                <w:rFonts w:ascii="Corbel" w:hAnsi="Corbel"/>
                <w:sz w:val="24"/>
                <w:szCs w:val="24"/>
              </w:rPr>
              <w:t>Niepełnosprawność i Rehabilitacja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9541E0">
              <w:rPr>
                <w:rFonts w:ascii="Corbel" w:hAnsi="Corbel"/>
                <w:sz w:val="24"/>
                <w:szCs w:val="24"/>
              </w:rPr>
              <w:t>R. 4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1E0">
              <w:rPr>
                <w:rFonts w:ascii="Corbel" w:hAnsi="Corbel"/>
                <w:sz w:val="24"/>
                <w:szCs w:val="24"/>
              </w:rPr>
              <w:t xml:space="preserve"> nr 3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41E0">
              <w:rPr>
                <w:rFonts w:ascii="Corbel" w:hAnsi="Corbel"/>
                <w:sz w:val="24"/>
                <w:szCs w:val="24"/>
              </w:rPr>
              <w:t>s. 52-61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78D3B63" w14:textId="77777777" w:rsidR="00A3331D" w:rsidRPr="00A3331D" w:rsidRDefault="00F81D9F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Tarkowski  Z., Zarządzanie i kierowanie domem pomocy społecznej : teoria, badania, praktyka, ćwiczenia, </w:t>
            </w:r>
            <w:r w:rsidR="00A70722" w:rsidRPr="00A3331D">
              <w:rPr>
                <w:rFonts w:ascii="Corbel" w:hAnsi="Corbel"/>
                <w:sz w:val="24"/>
                <w:szCs w:val="24"/>
              </w:rPr>
              <w:t xml:space="preserve">Wydawnictwo Fundacji „ORATOR”, </w:t>
            </w: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Lublin 1998.</w:t>
            </w:r>
          </w:p>
          <w:p w14:paraId="302C4192" w14:textId="77777777" w:rsidR="00D46536" w:rsidRPr="00A3331D" w:rsidRDefault="00D46536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Zbyrad T., Domy Pomocy Społecznej dla dzieci i młodzieży niepełnosprawnych umysłowo, Sandomierz 2004.</w:t>
            </w:r>
          </w:p>
        </w:tc>
      </w:tr>
      <w:bookmarkEnd w:id="1"/>
    </w:tbl>
    <w:p w14:paraId="1C88BFE3" w14:textId="77777777" w:rsidR="00F81D9F" w:rsidRPr="009C54AE" w:rsidRDefault="00F81D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3623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2" w:name="_Hlk55295126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2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94C2" w14:textId="77777777" w:rsidR="003835E3" w:rsidRDefault="003835E3" w:rsidP="00C16ABF">
      <w:pPr>
        <w:spacing w:after="0" w:line="240" w:lineRule="auto"/>
      </w:pPr>
      <w:r>
        <w:separator/>
      </w:r>
    </w:p>
  </w:endnote>
  <w:endnote w:type="continuationSeparator" w:id="0">
    <w:p w14:paraId="19D7C610" w14:textId="77777777" w:rsidR="003835E3" w:rsidRDefault="003835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617927"/>
      <w:docPartObj>
        <w:docPartGallery w:val="Page Numbers (Bottom of Page)"/>
        <w:docPartUnique/>
      </w:docPartObj>
    </w:sdtPr>
    <w:sdtEndPr/>
    <w:sdtContent>
      <w:p w14:paraId="031807FB" w14:textId="77777777" w:rsidR="004A49D6" w:rsidRDefault="004A4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F6C867" w14:textId="77777777" w:rsidR="004A49D6" w:rsidRDefault="004A4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E71C" w14:textId="77777777" w:rsidR="003835E3" w:rsidRDefault="003835E3" w:rsidP="00C16ABF">
      <w:pPr>
        <w:spacing w:after="0" w:line="240" w:lineRule="auto"/>
      </w:pPr>
      <w:r>
        <w:separator/>
      </w:r>
    </w:p>
  </w:footnote>
  <w:footnote w:type="continuationSeparator" w:id="0">
    <w:p w14:paraId="5AB1C9CB" w14:textId="77777777" w:rsidR="003835E3" w:rsidRDefault="003835E3" w:rsidP="00C16ABF">
      <w:pPr>
        <w:spacing w:after="0" w:line="240" w:lineRule="auto"/>
      </w:pPr>
      <w:r>
        <w:continuationSeparator/>
      </w:r>
    </w:p>
  </w:footnote>
  <w:footnote w:id="1">
    <w:p w14:paraId="59BC82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D04B0"/>
    <w:rsid w:val="000D26AC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4D55"/>
    <w:rsid w:val="002B4FA7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3C"/>
    <w:rsid w:val="003151C5"/>
    <w:rsid w:val="003343CF"/>
    <w:rsid w:val="00346FE9"/>
    <w:rsid w:val="0034759A"/>
    <w:rsid w:val="003503F6"/>
    <w:rsid w:val="003530DD"/>
    <w:rsid w:val="003570E7"/>
    <w:rsid w:val="00363F78"/>
    <w:rsid w:val="003704F1"/>
    <w:rsid w:val="003835E3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22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D1E"/>
    <w:rsid w:val="009508DF"/>
    <w:rsid w:val="00950DAC"/>
    <w:rsid w:val="00953B6A"/>
    <w:rsid w:val="009541E0"/>
    <w:rsid w:val="00954A07"/>
    <w:rsid w:val="0096661F"/>
    <w:rsid w:val="00996B2D"/>
    <w:rsid w:val="00997F14"/>
    <w:rsid w:val="009A138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7B"/>
    <w:rsid w:val="00A2245B"/>
    <w:rsid w:val="00A30110"/>
    <w:rsid w:val="00A3331D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A71C5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403E"/>
    <w:rsid w:val="00B06142"/>
    <w:rsid w:val="00B135B1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5BAC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71C8"/>
    <w:rsid w:val="00E069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53E81-D868-47C3-89E9-6929A8225B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99D617-D402-4148-BBA0-B182F209C486}"/>
</file>

<file path=customXml/itemProps3.xml><?xml version="1.0" encoding="utf-8"?>
<ds:datastoreItem xmlns:ds="http://schemas.openxmlformats.org/officeDocument/2006/customXml" ds:itemID="{C016FE21-CC78-42CE-A330-BF0AA1777D81}"/>
</file>

<file path=customXml/itemProps4.xml><?xml version="1.0" encoding="utf-8"?>
<ds:datastoreItem xmlns:ds="http://schemas.openxmlformats.org/officeDocument/2006/customXml" ds:itemID="{7C9BF2A1-0EB7-406D-84D7-DDA3A972996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B. Zborowska</cp:lastModifiedBy>
  <cp:revision>2</cp:revision>
  <cp:lastPrinted>2019-02-06T12:12:00Z</cp:lastPrinted>
  <dcterms:created xsi:type="dcterms:W3CDTF">2021-09-30T22:04:00Z</dcterms:created>
  <dcterms:modified xsi:type="dcterms:W3CDTF">2021-09-30T22:04:00Z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